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9" w:rsidRPr="007D1BB6" w:rsidRDefault="00D23629" w:rsidP="007D1BB6">
      <w:pPr>
        <w:pStyle w:val="Titolo"/>
        <w:jc w:val="left"/>
        <w:rPr>
          <w:b w:val="0"/>
          <w:bCs/>
          <w:sz w:val="2"/>
          <w:szCs w:val="16"/>
        </w:rPr>
        <w:sectPr w:rsidR="00D23629" w:rsidRPr="007D1BB6" w:rsidSect="0027542C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D0310" w:rsidRDefault="00BD0310" w:rsidP="00BD0310">
      <w:pPr>
        <w:spacing w:line="0" w:lineRule="atLeast"/>
        <w:rPr>
          <w:rFonts w:ascii="Calibri" w:eastAsia="Calibri" w:hAnsi="Calibri" w:cs="Arial"/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543C12" w:rsidRDefault="00BA508C" w:rsidP="00543C12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59018F">
        <w:rPr>
          <w:b/>
          <w:sz w:val="28"/>
          <w:szCs w:val="28"/>
        </w:rPr>
        <w:t>PROFF. SPADA CARLA – LA FAUCI –DORIANA – BRANCIFORTE ANNA</w:t>
      </w:r>
    </w:p>
    <w:p w:rsidR="00843E0B" w:rsidRDefault="00843E0B" w:rsidP="00543C12">
      <w:pPr>
        <w:jc w:val="both"/>
        <w:rPr>
          <w:b/>
          <w:sz w:val="28"/>
          <w:szCs w:val="28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907"/>
        <w:gridCol w:w="1144"/>
      </w:tblGrid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6" w:lineRule="auto"/>
            </w:pPr>
            <w:r w:rsidRPr="0059018F">
              <w:t>AIMONE SANDRO</w:t>
            </w:r>
          </w:p>
        </w:tc>
        <w:tc>
          <w:tcPr>
            <w:tcW w:w="1144" w:type="dxa"/>
          </w:tcPr>
          <w:p w:rsidR="0059018F" w:rsidRPr="0059018F" w:rsidRDefault="0059018F" w:rsidP="0059018F">
            <w:pPr>
              <w:widowControl/>
              <w:autoSpaceDE/>
              <w:autoSpaceDN/>
              <w:spacing w:after="160" w:line="256" w:lineRule="auto"/>
              <w:ind w:left="360"/>
            </w:pPr>
            <w:r>
              <w:t>1EP</w:t>
            </w:r>
          </w:p>
        </w:tc>
      </w:tr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</w:pPr>
            <w:r w:rsidRPr="0059018F">
              <w:t>BUSCA FRANCESCO</w:t>
            </w:r>
          </w:p>
        </w:tc>
        <w:tc>
          <w:tcPr>
            <w:tcW w:w="1144" w:type="dxa"/>
          </w:tcPr>
          <w:p w:rsidR="0059018F" w:rsidRPr="0059018F" w:rsidRDefault="0059018F" w:rsidP="0059018F">
            <w:pPr>
              <w:widowControl/>
              <w:autoSpaceDE/>
              <w:autoSpaceDN/>
              <w:spacing w:after="160" w:line="259" w:lineRule="auto"/>
              <w:ind w:left="360"/>
            </w:pPr>
            <w:r>
              <w:t>2EP</w:t>
            </w:r>
          </w:p>
        </w:tc>
      </w:tr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</w:pPr>
            <w:r w:rsidRPr="0059018F">
              <w:t>CARDILLO MARCO</w:t>
            </w:r>
          </w:p>
        </w:tc>
        <w:tc>
          <w:tcPr>
            <w:tcW w:w="1144" w:type="dxa"/>
          </w:tcPr>
          <w:p w:rsidR="0059018F" w:rsidRDefault="0059018F" w:rsidP="0059018F">
            <w:pPr>
              <w:jc w:val="center"/>
            </w:pPr>
            <w:r w:rsidRPr="009E72B1">
              <w:t>2EP</w:t>
            </w:r>
          </w:p>
        </w:tc>
      </w:tr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</w:pPr>
            <w:r w:rsidRPr="0059018F">
              <w:t>CASTRO SEBASTIANO MARIA</w:t>
            </w:r>
          </w:p>
        </w:tc>
        <w:tc>
          <w:tcPr>
            <w:tcW w:w="1144" w:type="dxa"/>
          </w:tcPr>
          <w:p w:rsidR="0059018F" w:rsidRDefault="0059018F" w:rsidP="0059018F">
            <w:pPr>
              <w:jc w:val="center"/>
            </w:pPr>
            <w:r w:rsidRPr="009E72B1">
              <w:t>2EP</w:t>
            </w:r>
          </w:p>
        </w:tc>
      </w:tr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</w:pPr>
            <w:r w:rsidRPr="0059018F">
              <w:t>DELFINO GIUSEPPE</w:t>
            </w:r>
          </w:p>
        </w:tc>
        <w:tc>
          <w:tcPr>
            <w:tcW w:w="1144" w:type="dxa"/>
          </w:tcPr>
          <w:p w:rsidR="0059018F" w:rsidRDefault="0059018F" w:rsidP="0059018F">
            <w:pPr>
              <w:jc w:val="center"/>
            </w:pPr>
            <w:r w:rsidRPr="009E72B1">
              <w:t>2EP</w:t>
            </w:r>
          </w:p>
        </w:tc>
      </w:tr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</w:pPr>
            <w:r w:rsidRPr="0059018F">
              <w:t>GADDI SEBASTIANO</w:t>
            </w:r>
          </w:p>
        </w:tc>
        <w:tc>
          <w:tcPr>
            <w:tcW w:w="1144" w:type="dxa"/>
          </w:tcPr>
          <w:p w:rsidR="0059018F" w:rsidRDefault="0059018F" w:rsidP="0059018F">
            <w:pPr>
              <w:jc w:val="center"/>
            </w:pPr>
            <w:r w:rsidRPr="009E72B1">
              <w:t>2EP</w:t>
            </w:r>
          </w:p>
        </w:tc>
      </w:tr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</w:pPr>
            <w:r w:rsidRPr="0059018F">
              <w:t>MILARDO CLAUDIO</w:t>
            </w:r>
          </w:p>
        </w:tc>
        <w:tc>
          <w:tcPr>
            <w:tcW w:w="1144" w:type="dxa"/>
          </w:tcPr>
          <w:p w:rsidR="0059018F" w:rsidRDefault="0059018F" w:rsidP="0059018F">
            <w:pPr>
              <w:jc w:val="center"/>
            </w:pPr>
            <w:r w:rsidRPr="009E72B1">
              <w:t>2EP</w:t>
            </w:r>
          </w:p>
        </w:tc>
      </w:tr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</w:pPr>
            <w:r w:rsidRPr="0059018F">
              <w:t>PERTICONE VINCENZO SEBASTIANO</w:t>
            </w:r>
          </w:p>
        </w:tc>
        <w:tc>
          <w:tcPr>
            <w:tcW w:w="1144" w:type="dxa"/>
          </w:tcPr>
          <w:p w:rsidR="0059018F" w:rsidRDefault="0059018F" w:rsidP="0059018F">
            <w:pPr>
              <w:jc w:val="center"/>
            </w:pPr>
            <w:r w:rsidRPr="009E72B1">
              <w:t>2EP</w:t>
            </w:r>
          </w:p>
        </w:tc>
      </w:tr>
      <w:tr w:rsidR="0059018F" w:rsidRPr="0059018F" w:rsidTr="0059018F">
        <w:tc>
          <w:tcPr>
            <w:tcW w:w="4907" w:type="dxa"/>
          </w:tcPr>
          <w:p w:rsidR="0059018F" w:rsidRPr="0059018F" w:rsidRDefault="0059018F" w:rsidP="00FB4315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spacing w:after="160" w:line="256" w:lineRule="auto"/>
            </w:pPr>
            <w:r w:rsidRPr="0059018F">
              <w:t>RANNO VINCENZO</w:t>
            </w:r>
          </w:p>
        </w:tc>
        <w:tc>
          <w:tcPr>
            <w:tcW w:w="1144" w:type="dxa"/>
          </w:tcPr>
          <w:p w:rsidR="0059018F" w:rsidRDefault="0059018F" w:rsidP="0059018F">
            <w:pPr>
              <w:jc w:val="center"/>
            </w:pPr>
            <w:r w:rsidRPr="009E72B1">
              <w:t>2EP</w:t>
            </w:r>
          </w:p>
        </w:tc>
      </w:tr>
    </w:tbl>
    <w:p w:rsidR="00843E0B" w:rsidRDefault="00843E0B" w:rsidP="00543C12">
      <w:pPr>
        <w:jc w:val="both"/>
        <w:rPr>
          <w:b/>
          <w:sz w:val="28"/>
          <w:szCs w:val="28"/>
        </w:rPr>
      </w:pPr>
    </w:p>
    <w:p w:rsidR="00EB22C9" w:rsidRDefault="00EB22C9" w:rsidP="00543C12">
      <w:pPr>
        <w:jc w:val="both"/>
        <w:rPr>
          <w:b/>
          <w:sz w:val="28"/>
          <w:szCs w:val="28"/>
        </w:rPr>
      </w:pPr>
    </w:p>
    <w:p w:rsidR="00BA508C" w:rsidRPr="00BA508C" w:rsidRDefault="00BA508C" w:rsidP="00EB22C9">
      <w:pPr>
        <w:widowControl/>
        <w:autoSpaceDE/>
        <w:autoSpaceDN/>
        <w:spacing w:after="160" w:line="259" w:lineRule="auto"/>
        <w:ind w:left="360"/>
        <w:contextualSpacing/>
        <w:rPr>
          <w:rFonts w:eastAsia="Aptos"/>
          <w:kern w:val="2"/>
          <w:sz w:val="24"/>
          <w:szCs w:val="24"/>
          <w14:ligatures w14:val="standardContextual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Default="00B23FFF" w:rsidP="00BD0310">
      <w:pPr>
        <w:jc w:val="both"/>
        <w:rPr>
          <w:b/>
          <w:sz w:val="28"/>
          <w:szCs w:val="28"/>
        </w:rPr>
      </w:pPr>
    </w:p>
    <w:p w:rsidR="00B23FFF" w:rsidRPr="00BA508C" w:rsidRDefault="00B23FFF" w:rsidP="00BD0310">
      <w:pPr>
        <w:jc w:val="both"/>
        <w:rPr>
          <w:b/>
          <w:sz w:val="24"/>
          <w:szCs w:val="24"/>
        </w:rPr>
      </w:pPr>
    </w:p>
    <w:p w:rsidR="00F859B3" w:rsidRDefault="007E7004" w:rsidP="00BD0310">
      <w:pPr>
        <w:jc w:val="both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859B3" w:rsidRDefault="00F859B3" w:rsidP="007E7004">
      <w:pPr>
        <w:jc w:val="center"/>
        <w:rPr>
          <w:b/>
          <w:szCs w:val="24"/>
        </w:rPr>
      </w:pPr>
    </w:p>
    <w:p w:rsidR="00F859B3" w:rsidRDefault="00F859B3" w:rsidP="007E7004">
      <w:pPr>
        <w:jc w:val="center"/>
        <w:rPr>
          <w:b/>
          <w:szCs w:val="24"/>
        </w:rPr>
      </w:pPr>
    </w:p>
    <w:p w:rsidR="007E7004" w:rsidRDefault="007E7004" w:rsidP="007E7004">
      <w:pPr>
        <w:jc w:val="center"/>
        <w:rPr>
          <w:b/>
          <w:sz w:val="32"/>
          <w:szCs w:val="20"/>
        </w:rPr>
      </w:pPr>
    </w:p>
    <w:p w:rsidR="00F859B3" w:rsidRPr="001D73E2" w:rsidRDefault="007E7004" w:rsidP="00F859B3">
      <w:pPr>
        <w:adjustRightInd w:val="0"/>
        <w:spacing w:after="200" w:line="276" w:lineRule="auto"/>
        <w:jc w:val="both"/>
      </w:pP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  <w:r>
        <w:rPr>
          <w:rFonts w:ascii="Arial" w:hAnsi="Arial" w:cs="Arial"/>
          <w:b/>
          <w:bCs/>
          <w:color w:val="000000"/>
          <w:szCs w:val="24"/>
        </w:rPr>
        <w:tab/>
      </w:r>
    </w:p>
    <w:p w:rsidR="003F5122" w:rsidRPr="001D73E2" w:rsidRDefault="003F5122" w:rsidP="003F5122">
      <w:pPr>
        <w:pStyle w:val="Corpotesto"/>
        <w:jc w:val="right"/>
        <w:rPr>
          <w:sz w:val="22"/>
          <w:szCs w:val="22"/>
        </w:rPr>
      </w:pPr>
      <w:r w:rsidRPr="001D73E2">
        <w:rPr>
          <w:sz w:val="22"/>
          <w:szCs w:val="22"/>
        </w:rPr>
        <w:tab/>
      </w:r>
    </w:p>
    <w:p w:rsidR="007830F3" w:rsidRDefault="007830F3" w:rsidP="007830F3">
      <w:pPr>
        <w:rPr>
          <w:sz w:val="24"/>
          <w:szCs w:val="24"/>
        </w:rPr>
      </w:pPr>
    </w:p>
    <w:p w:rsidR="00573F0E" w:rsidRDefault="00573F0E" w:rsidP="00573F0E">
      <w:pPr>
        <w:ind w:left="4956"/>
        <w:jc w:val="center"/>
        <w:rPr>
          <w:spacing w:val="20"/>
        </w:rPr>
      </w:pPr>
      <w:r>
        <w:rPr>
          <w:sz w:val="24"/>
          <w:szCs w:val="24"/>
        </w:rPr>
        <w:tab/>
      </w:r>
      <w:r>
        <w:rPr>
          <w:spacing w:val="20"/>
        </w:rPr>
        <w:t>F.to IL DIRIGENTE SCOLASTICO</w:t>
      </w:r>
    </w:p>
    <w:p w:rsidR="00573F0E" w:rsidRDefault="00573F0E" w:rsidP="00573F0E">
      <w:pPr>
        <w:ind w:left="4956"/>
        <w:jc w:val="center"/>
        <w:rPr>
          <w:i/>
          <w:spacing w:val="20"/>
        </w:rPr>
      </w:pPr>
      <w:r>
        <w:rPr>
          <w:i/>
          <w:spacing w:val="20"/>
        </w:rPr>
        <w:t>Prof.ssa Maria Concetta Castorina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Firma autografa sostituita a mezzo stampa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ai sensi dell'art.3, comma 2 del</w:t>
      </w:r>
    </w:p>
    <w:p w:rsidR="00573F0E" w:rsidRPr="00573F0E" w:rsidRDefault="00573F0E" w:rsidP="00573F0E">
      <w:pPr>
        <w:ind w:left="4956"/>
        <w:jc w:val="center"/>
        <w:rPr>
          <w:spacing w:val="20"/>
          <w:sz w:val="20"/>
        </w:rPr>
      </w:pPr>
      <w:r w:rsidRPr="00573F0E">
        <w:rPr>
          <w:spacing w:val="20"/>
          <w:sz w:val="20"/>
        </w:rPr>
        <w:t>D.lgs. n.39 del 12.02.1993</w:t>
      </w:r>
    </w:p>
    <w:p w:rsidR="00573F0E" w:rsidRDefault="00573F0E" w:rsidP="00573F0E">
      <w:pPr>
        <w:pStyle w:val="Corpotesto"/>
        <w:rPr>
          <w:sz w:val="20"/>
        </w:rPr>
      </w:pPr>
    </w:p>
    <w:p w:rsidR="00573F0E" w:rsidRPr="00FC08F8" w:rsidRDefault="00573F0E" w:rsidP="00573F0E">
      <w:pPr>
        <w:ind w:left="3545" w:firstLine="708"/>
        <w:contextualSpacing/>
        <w:jc w:val="center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73F0E" w:rsidRDefault="00573F0E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p w:rsidR="007830F3" w:rsidRDefault="007830F3" w:rsidP="00573F0E">
      <w:pPr>
        <w:pStyle w:val="Corpodeltesto2"/>
        <w:rPr>
          <w:sz w:val="24"/>
          <w:szCs w:val="24"/>
        </w:rPr>
      </w:pPr>
    </w:p>
    <w:sectPr w:rsidR="007830F3" w:rsidSect="00D23629">
      <w:type w:val="continuous"/>
      <w:pgSz w:w="11906" w:h="16838" w:code="9"/>
      <w:pgMar w:top="851" w:right="851" w:bottom="851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0" w:rsidRDefault="00C21EB0" w:rsidP="00581D3E">
      <w:r>
        <w:separator/>
      </w:r>
    </w:p>
  </w:endnote>
  <w:endnote w:type="continuationSeparator" w:id="0">
    <w:p w:rsidR="00C21EB0" w:rsidRDefault="00C21EB0" w:rsidP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E22A10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E22A10" w:rsidRPr="008C307E" w:rsidRDefault="00E22A10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– Informatica e Telecomunicazioni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E22A10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E22A10" w:rsidRPr="009050BC" w:rsidRDefault="00E22A10" w:rsidP="00B01B7F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533AF7" w:rsidRPr="00533AF7" w:rsidRDefault="00533AF7" w:rsidP="00533AF7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20"/>
    </w:tblGrid>
    <w:tr w:rsidR="00B5346C" w:rsidRPr="00622716" w:rsidTr="007D1BB6">
      <w:trPr>
        <w:trHeight w:hRule="exact" w:val="227"/>
        <w:jc w:val="center"/>
      </w:trPr>
      <w:tc>
        <w:tcPr>
          <w:tcW w:w="10420" w:type="dxa"/>
          <w:tcBorders>
            <w:top w:val="nil"/>
            <w:bottom w:val="single" w:sz="2" w:space="0" w:color="auto"/>
          </w:tcBorders>
          <w:shd w:val="clear" w:color="auto" w:fill="auto"/>
          <w:vAlign w:val="center"/>
        </w:tcPr>
        <w:p w:rsidR="00B5346C" w:rsidRPr="008C307E" w:rsidRDefault="00B5346C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BD0EDB" w:rsidRPr="00622716" w:rsidTr="007D1BB6">
      <w:trPr>
        <w:trHeight w:hRule="exact" w:val="113"/>
        <w:jc w:val="center"/>
      </w:trPr>
      <w:tc>
        <w:tcPr>
          <w:tcW w:w="10420" w:type="dxa"/>
          <w:tcBorders>
            <w:top w:val="single" w:sz="2" w:space="0" w:color="auto"/>
          </w:tcBorders>
          <w:shd w:val="clear" w:color="auto" w:fill="auto"/>
          <w:vAlign w:val="center"/>
        </w:tcPr>
        <w:p w:rsidR="00BD0EDB" w:rsidRPr="008C307E" w:rsidRDefault="00BD0EDB" w:rsidP="009050B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2"/>
              <w:szCs w:val="14"/>
            </w:rPr>
          </w:pP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B51860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T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og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Mecc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 - 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ica</w:t>
          </w:r>
          <w:r w:rsidRPr="009050BC">
            <w:rPr>
              <w:rFonts w:ascii="Arial Narrow" w:hAnsi="Arial Narrow" w:cs="Tahoma"/>
              <w:i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2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ica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–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</w:t>
          </w:r>
          <w:r w:rsidR="00A058E5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Informatica e Telecomunicazioni</w:t>
          </w:r>
          <w:r w:rsidR="00B51860"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u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tt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r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e E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ono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4"/>
              <w:sz w:val="14"/>
              <w:szCs w:val="14"/>
            </w:rPr>
            <w:t>m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3"/>
              <w:sz w:val="14"/>
              <w:szCs w:val="14"/>
            </w:rPr>
            <w:t>i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="00B51860"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o</w:t>
          </w:r>
          <w:r w:rsidR="00B51860" w:rsidRPr="009050BC">
            <w:rPr>
              <w:rFonts w:ascii="Arial Narrow" w:hAnsi="Arial Narrow" w:cs="Tahoma"/>
              <w:b/>
              <w:color w:val="000000"/>
              <w:sz w:val="14"/>
              <w:szCs w:val="14"/>
            </w:rPr>
            <w:t>: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B51860" w:rsidP="00FB4FEC">
          <w:pPr>
            <w:adjustRightInd w:val="0"/>
            <w:jc w:val="center"/>
            <w:rPr>
              <w:rFonts w:ascii="Arial Narrow" w:hAnsi="Arial Narrow" w:cs="Tahoma"/>
              <w:bCs/>
              <w:color w:val="000000"/>
              <w:sz w:val="14"/>
              <w:szCs w:val="14"/>
            </w:rPr>
          </w:pP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Ammi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istr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zi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on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e,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F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 w:cs="Tahoma"/>
              <w:iCs/>
              <w:color w:val="000000"/>
              <w:spacing w:val="-3"/>
              <w:sz w:val="14"/>
              <w:szCs w:val="14"/>
            </w:rPr>
            <w:t>z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a </w:t>
          </w:r>
          <w:r w:rsidRPr="009050BC">
            <w:rPr>
              <w:rFonts w:ascii="Arial Narrow" w:hAnsi="Arial Narrow" w:cs="Tahoma"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M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r</w:t>
          </w:r>
          <w:r w:rsidRPr="009050BC">
            <w:rPr>
              <w:rFonts w:ascii="Arial Narrow" w:hAnsi="Arial Narrow" w:cs="Tahoma"/>
              <w:iCs/>
              <w:color w:val="000000"/>
              <w:spacing w:val="-1"/>
              <w:sz w:val="14"/>
              <w:szCs w:val="14"/>
            </w:rPr>
            <w:t>ke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>t</w:t>
          </w:r>
          <w:r w:rsidRPr="009050BC">
            <w:rPr>
              <w:rFonts w:ascii="Arial Narrow" w:hAnsi="Arial Narrow" w:cs="Tahoma"/>
              <w:iCs/>
              <w:color w:val="000000"/>
              <w:spacing w:val="1"/>
              <w:sz w:val="14"/>
              <w:szCs w:val="14"/>
            </w:rPr>
            <w:t>in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g – Turismo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iCs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Lic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2"/>
              <w:sz w:val="14"/>
              <w:szCs w:val="14"/>
            </w:rPr>
            <w:t>n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tif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o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d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 xml:space="preserve">e 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ienze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2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Ap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p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l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1"/>
              <w:sz w:val="14"/>
              <w:szCs w:val="14"/>
            </w:rPr>
            <w:t>i</w:t>
          </w:r>
          <w:r w:rsidRPr="009050BC">
            <w:rPr>
              <w:rFonts w:ascii="Arial Narrow" w:hAnsi="Arial Narrow" w:cs="Tahoma"/>
              <w:b/>
              <w:bCs/>
              <w:color w:val="000000"/>
              <w:spacing w:val="-1"/>
              <w:sz w:val="14"/>
              <w:szCs w:val="14"/>
            </w:rPr>
            <w:t>ca</w:t>
          </w:r>
          <w:r w:rsidRPr="009050BC">
            <w:rPr>
              <w:rFonts w:ascii="Arial Narrow" w:hAnsi="Arial Narrow" w:cs="Tahoma"/>
              <w:b/>
              <w:bCs/>
              <w:color w:val="000000"/>
              <w:sz w:val="14"/>
              <w:szCs w:val="14"/>
            </w:rPr>
            <w:t>te</w:t>
          </w:r>
          <w:r w:rsidRPr="009050BC">
            <w:rPr>
              <w:rFonts w:ascii="Arial Narrow" w:hAnsi="Arial Narrow" w:cs="Tahoma"/>
              <w:b/>
              <w:iCs/>
              <w:color w:val="000000"/>
              <w:sz w:val="14"/>
              <w:szCs w:val="14"/>
            </w:rPr>
            <w:t xml:space="preserve"> Quadriennale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centrale: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C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t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an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,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3 -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60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44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>Augusta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 xml:space="preserve"> (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R) - </w:t>
          </w:r>
          <w:r w:rsidRPr="009050BC">
            <w:rPr>
              <w:rFonts w:ascii="Arial Narrow" w:hAnsi="Arial Narrow"/>
              <w:b/>
              <w:bCs/>
              <w:iCs/>
              <w:color w:val="000000"/>
              <w:sz w:val="14"/>
              <w:szCs w:val="14"/>
            </w:rPr>
            <w:t>Tel.</w:t>
          </w:r>
          <w:r w:rsidRPr="009050BC">
            <w:rPr>
              <w:rFonts w:ascii="Arial Narrow" w:hAnsi="Arial Narrow"/>
              <w:bCs/>
              <w:iCs/>
              <w:color w:val="000000"/>
              <w:spacing w:val="-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09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31</w:t>
          </w:r>
          <w:r w:rsidRPr="009050BC"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4 / 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1</w:t>
          </w:r>
          <w:r w:rsidRPr="009050BC">
            <w:rPr>
              <w:rFonts w:ascii="Arial Narrow" w:hAnsi="Arial Narrow"/>
              <w:iCs/>
              <w:color w:val="000000"/>
              <w:spacing w:val="-1"/>
              <w:sz w:val="14"/>
              <w:szCs w:val="14"/>
            </w:rPr>
            <w:t>8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>9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9 – </w:t>
          </w:r>
          <w:r w:rsidRPr="009050BC">
            <w:rPr>
              <w:rFonts w:ascii="Arial Narrow" w:hAnsi="Arial Narrow"/>
              <w:b/>
              <w:iCs/>
              <w:color w:val="000000"/>
              <w:sz w:val="14"/>
              <w:szCs w:val="14"/>
            </w:rPr>
            <w:t>Sede staccata:</w:t>
          </w:r>
          <w:r w:rsidRPr="009050BC">
            <w:rPr>
              <w:rFonts w:ascii="Arial Narrow" w:hAnsi="Arial Narrow"/>
              <w:iCs/>
              <w:color w:val="000000"/>
              <w:sz w:val="14"/>
              <w:szCs w:val="14"/>
            </w:rPr>
            <w:t xml:space="preserve"> Via Orazio Di Mauro, 2 – 96010 Priolo Gargallo (SR)</w:t>
          </w:r>
        </w:p>
      </w:tc>
    </w:tr>
    <w:tr w:rsidR="00126DDB" w:rsidRPr="009A1698" w:rsidTr="007D1BB6">
      <w:trPr>
        <w:trHeight w:hRule="exact" w:val="227"/>
        <w:jc w:val="center"/>
      </w:trPr>
      <w:tc>
        <w:tcPr>
          <w:tcW w:w="10420" w:type="dxa"/>
          <w:tcMar>
            <w:left w:w="85" w:type="dxa"/>
            <w:right w:w="85" w:type="dxa"/>
          </w:tcMar>
          <w:vAlign w:val="center"/>
        </w:tcPr>
        <w:p w:rsidR="00126DDB" w:rsidRPr="009050BC" w:rsidRDefault="00126DDB" w:rsidP="001E311D">
          <w:pPr>
            <w:tabs>
              <w:tab w:val="center" w:pos="5094"/>
              <w:tab w:val="right" w:pos="10128"/>
            </w:tabs>
            <w:adjustRightInd w:val="0"/>
            <w:jc w:val="center"/>
            <w:rPr>
              <w:rFonts w:ascii="Arial Narrow" w:hAnsi="Arial Narrow"/>
              <w:iCs/>
              <w:color w:val="000000"/>
              <w:spacing w:val="-2"/>
              <w:sz w:val="14"/>
              <w:szCs w:val="14"/>
            </w:rPr>
          </w:pP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pacing w:val="2"/>
              <w:sz w:val="14"/>
              <w:szCs w:val="14"/>
            </w:rPr>
            <w:t>-</w:t>
          </w:r>
          <w:r w:rsidRPr="009050BC">
            <w:rPr>
              <w:rFonts w:ascii="Arial Narrow" w:hAnsi="Arial Narrow"/>
              <w:b/>
              <w:bCs/>
              <w:color w:val="000000"/>
              <w:spacing w:val="-4"/>
              <w:sz w:val="14"/>
              <w:szCs w:val="14"/>
            </w:rPr>
            <w:t>m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a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</w:t>
          </w:r>
          <w:r w:rsidRPr="009050BC">
            <w:rPr>
              <w:rFonts w:ascii="Arial Narrow" w:hAnsi="Arial Narrow"/>
              <w:b/>
              <w:bCs/>
              <w:color w:val="000000"/>
              <w:spacing w:val="1"/>
              <w:sz w:val="14"/>
              <w:szCs w:val="14"/>
            </w:rPr>
            <w:t>l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hyperlink r:id="rId1" w:history="1"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sris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@ist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o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Pec</w:t>
          </w:r>
          <w:r w:rsidRPr="009050BC">
            <w:rPr>
              <w:rFonts w:ascii="Arial Narrow" w:hAnsi="Arial Narrow"/>
              <w:b/>
              <w:color w:val="000000"/>
              <w:sz w:val="14"/>
              <w:szCs w:val="14"/>
            </w:rPr>
            <w:t>:</w:t>
          </w:r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</w:t>
          </w:r>
          <w:hyperlink r:id="rId2" w:history="1"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ri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s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09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0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04</w:t>
            </w:r>
            <w:r w:rsidRPr="009050BC">
              <w:rPr>
                <w:rFonts w:ascii="Arial Narrow" w:hAnsi="Arial Narrow"/>
                <w:color w:val="000000"/>
                <w:spacing w:val="-3"/>
                <w:sz w:val="14"/>
                <w:szCs w:val="14"/>
              </w:rPr>
              <w:t>@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p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ec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.istr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u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z</w:t>
            </w:r>
            <w:r w:rsidRPr="009050BC">
              <w:rPr>
                <w:rFonts w:ascii="Arial Narrow" w:hAnsi="Arial Narrow"/>
                <w:color w:val="000000"/>
                <w:spacing w:val="-2"/>
                <w:sz w:val="14"/>
                <w:szCs w:val="14"/>
              </w:rPr>
              <w:t>i</w:t>
            </w:r>
            <w:r w:rsidRPr="009050BC">
              <w:rPr>
                <w:rFonts w:ascii="Arial Narrow" w:hAnsi="Arial Narrow"/>
                <w:color w:val="000000"/>
                <w:spacing w:val="1"/>
                <w:sz w:val="14"/>
                <w:szCs w:val="14"/>
              </w:rPr>
              <w:t>on</w:t>
            </w:r>
            <w:r w:rsidRPr="009050BC">
              <w:rPr>
                <w:rFonts w:ascii="Arial Narrow" w:hAnsi="Arial Narrow"/>
                <w:color w:val="000000"/>
                <w:spacing w:val="-1"/>
                <w:sz w:val="14"/>
                <w:szCs w:val="14"/>
              </w:rPr>
              <w:t>e</w:t>
            </w:r>
            <w:r w:rsidRPr="009050BC">
              <w:rPr>
                <w:rFonts w:ascii="Arial Narrow" w:hAnsi="Arial Narrow"/>
                <w:color w:val="000000"/>
                <w:sz w:val="14"/>
                <w:szCs w:val="14"/>
              </w:rPr>
              <w:t>.it</w:t>
            </w:r>
          </w:hyperlink>
          <w:r w:rsidRPr="009050BC">
            <w:rPr>
              <w:rFonts w:ascii="Arial Narrow" w:hAnsi="Arial Narrow"/>
              <w:color w:val="000000"/>
              <w:spacing w:val="1"/>
              <w:sz w:val="14"/>
              <w:szCs w:val="14"/>
            </w:rPr>
            <w:t xml:space="preserve"> -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Codice Meccanografico: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SRIS009004 – </w:t>
          </w:r>
          <w:r w:rsidRPr="009050BC">
            <w:rPr>
              <w:rFonts w:ascii="Arial Narrow" w:hAnsi="Arial Narrow"/>
              <w:b/>
              <w:iCs/>
              <w:color w:val="000000"/>
              <w:spacing w:val="1"/>
              <w:sz w:val="14"/>
              <w:szCs w:val="14"/>
            </w:rPr>
            <w:t>C.F.:</w:t>
          </w:r>
          <w:r w:rsidRPr="009050BC">
            <w:rPr>
              <w:rFonts w:ascii="Arial Narrow" w:hAnsi="Arial Narrow"/>
              <w:iCs/>
              <w:color w:val="000000"/>
              <w:spacing w:val="1"/>
              <w:sz w:val="14"/>
              <w:szCs w:val="14"/>
            </w:rPr>
            <w:t xml:space="preserve"> 81002260891 - </w:t>
          </w:r>
          <w:r w:rsidRPr="009050BC">
            <w:rPr>
              <w:rFonts w:ascii="Arial Narrow" w:hAnsi="Arial Narrow"/>
              <w:b/>
              <w:color w:val="000000"/>
              <w:spacing w:val="1"/>
              <w:sz w:val="14"/>
              <w:szCs w:val="14"/>
            </w:rPr>
            <w:t>S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ito</w:t>
          </w:r>
          <w:r w:rsidRPr="009050BC">
            <w:rPr>
              <w:rFonts w:ascii="Arial Narrow" w:hAnsi="Arial Narrow"/>
              <w:b/>
              <w:bCs/>
              <w:color w:val="000000"/>
              <w:spacing w:val="-3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/>
              <w:bCs/>
              <w:color w:val="000000"/>
              <w:spacing w:val="4"/>
              <w:sz w:val="14"/>
              <w:szCs w:val="14"/>
            </w:rPr>
            <w:t>W</w:t>
          </w:r>
          <w:r w:rsidRPr="009050BC">
            <w:rPr>
              <w:rFonts w:ascii="Arial Narrow" w:hAnsi="Arial Narrow"/>
              <w:b/>
              <w:bCs/>
              <w:color w:val="000000"/>
              <w:spacing w:val="-1"/>
              <w:sz w:val="14"/>
              <w:szCs w:val="14"/>
            </w:rPr>
            <w:t>e</w:t>
          </w:r>
          <w:r w:rsidRPr="009050BC">
            <w:rPr>
              <w:rFonts w:ascii="Arial Narrow" w:hAnsi="Arial Narrow"/>
              <w:b/>
              <w:bCs/>
              <w:color w:val="000000"/>
              <w:sz w:val="14"/>
              <w:szCs w:val="14"/>
            </w:rPr>
            <w:t>b:</w:t>
          </w:r>
          <w:r w:rsidRPr="009050BC">
            <w:rPr>
              <w:rFonts w:ascii="Arial Narrow" w:hAnsi="Arial Narrow"/>
              <w:bCs/>
              <w:color w:val="000000"/>
              <w:spacing w:val="1"/>
              <w:sz w:val="14"/>
              <w:szCs w:val="14"/>
            </w:rPr>
            <w:t xml:space="preserve"> </w:t>
          </w:r>
          <w:r w:rsidRPr="009050BC">
            <w:rPr>
              <w:rFonts w:ascii="Arial Narrow" w:hAnsi="Arial Narrow"/>
              <w:bCs/>
              <w:spacing w:val="1"/>
              <w:sz w:val="14"/>
              <w:szCs w:val="14"/>
            </w:rPr>
            <w:t>https://www.2superioreaugusta.edu.it</w:t>
          </w:r>
        </w:p>
      </w:tc>
    </w:tr>
  </w:tbl>
  <w:p w:rsidR="00B5346C" w:rsidRPr="0004449D" w:rsidRDefault="00B5346C">
    <w:pPr>
      <w:pStyle w:val="Pidipagina"/>
      <w:rPr>
        <w:sz w:val="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0" w:rsidRDefault="00C21EB0" w:rsidP="00581D3E">
      <w:r>
        <w:separator/>
      </w:r>
    </w:p>
  </w:footnote>
  <w:footnote w:type="continuationSeparator" w:id="0">
    <w:p w:rsidR="00C21EB0" w:rsidRDefault="00C21EB0" w:rsidP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1E0" w:firstRow="1" w:lastRow="1" w:firstColumn="1" w:lastColumn="1" w:noHBand="0" w:noVBand="0"/>
    </w:tblPr>
    <w:tblGrid>
      <w:gridCol w:w="1593"/>
      <w:gridCol w:w="3113"/>
      <w:gridCol w:w="2488"/>
      <w:gridCol w:w="3226"/>
    </w:tblGrid>
    <w:tr w:rsidR="00D23629" w:rsidRPr="00676806" w:rsidTr="007D1BB6">
      <w:trPr>
        <w:trHeight w:hRule="exact" w:val="680"/>
        <w:jc w:val="center"/>
      </w:trPr>
      <w:tc>
        <w:tcPr>
          <w:tcW w:w="1593" w:type="dxa"/>
          <w:vMerge w:val="restart"/>
        </w:tcPr>
        <w:p w:rsidR="00D23629" w:rsidRPr="00676806" w:rsidRDefault="00D23629" w:rsidP="0027542C">
          <w:pPr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4D6C2A2" wp14:editId="7DF5876E">
                <wp:extent cx="812736" cy="1224000"/>
                <wp:effectExtent l="0" t="0" r="6985" b="0"/>
                <wp:docPr id="25" name="Immagine 25" descr="numero8_r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mero8_ri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736" cy="12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F598B35" wp14:editId="393E6106">
                <wp:extent cx="647640" cy="432000"/>
                <wp:effectExtent l="0" t="0" r="635" b="635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 Unione Europea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91CE4D2" wp14:editId="54830442">
                <wp:extent cx="432000" cy="432000"/>
                <wp:effectExtent l="0" t="0" r="6350" b="635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 Repubblica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6" w:type="dxa"/>
        </w:tcPr>
        <w:p w:rsidR="00D23629" w:rsidRPr="00676806" w:rsidRDefault="00D23629" w:rsidP="0027542C">
          <w:pPr>
            <w:ind w:left="284"/>
            <w:jc w:val="center"/>
            <w:rPr>
              <w:sz w:val="18"/>
              <w:szCs w:val="18"/>
            </w:rPr>
          </w:pPr>
          <w:r w:rsidRPr="00676806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1474C1E" wp14:editId="673FE334">
                <wp:extent cx="432000" cy="432000"/>
                <wp:effectExtent l="0" t="0" r="6350" b="6350"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Regione Sicilia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629" w:rsidRPr="00676806" w:rsidTr="007D1BB6">
      <w:trPr>
        <w:trHeight w:hRule="exact" w:val="1247"/>
        <w:jc w:val="center"/>
      </w:trPr>
      <w:tc>
        <w:tcPr>
          <w:tcW w:w="1593" w:type="dxa"/>
          <w:vMerge/>
        </w:tcPr>
        <w:p w:rsidR="00D23629" w:rsidRPr="00676806" w:rsidRDefault="00D23629" w:rsidP="0027542C">
          <w:pPr>
            <w:rPr>
              <w:sz w:val="18"/>
              <w:szCs w:val="18"/>
            </w:rPr>
          </w:pPr>
        </w:p>
      </w:tc>
      <w:tc>
        <w:tcPr>
          <w:tcW w:w="8827" w:type="dxa"/>
          <w:gridSpan w:val="3"/>
          <w:vAlign w:val="bottom"/>
        </w:tcPr>
        <w:p w:rsidR="00D23629" w:rsidRPr="003E7CDD" w:rsidRDefault="00D23629" w:rsidP="0027542C">
          <w:pPr>
            <w:pStyle w:val="Titolo6"/>
            <w:spacing w:before="80" w:after="40"/>
            <w:jc w:val="center"/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</w:pP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2336" behindDoc="0" locked="0" layoutInCell="1" allowOverlap="1" wp14:anchorId="18FC2699" wp14:editId="1C6173DB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29" name="Immagine 2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59264" behindDoc="0" locked="0" layoutInCell="1" allowOverlap="1" wp14:anchorId="61A65BD8" wp14:editId="461E4BA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0" name="Immagine 4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0288" behindDoc="0" locked="0" layoutInCell="1" allowOverlap="1" wp14:anchorId="13492BE0" wp14:editId="7924DA8E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1" name="Immagine 5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b/>
              <w:bCs/>
              <w:i w:val="0"/>
              <w:noProof/>
              <w:color w:val="auto"/>
              <w:sz w:val="28"/>
              <w:szCs w:val="26"/>
              <w:lang w:eastAsia="it-IT"/>
            </w:rPr>
            <w:drawing>
              <wp:anchor distT="36576" distB="36576" distL="36576" distR="36576" simplePos="0" relativeHeight="251661312" behindDoc="0" locked="0" layoutInCell="1" allowOverlap="1" wp14:anchorId="15E183E8" wp14:editId="078E1A99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19050" t="0" r="4445" b="0"/>
                <wp:wrapNone/>
                <wp:docPr id="32" name="Immagine 6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2° Ist</w:t>
          </w:r>
          <w:r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>ituto di Istruzione Superiore “A.</w:t>
          </w:r>
          <w:r w:rsidRPr="003E7CDD">
            <w:rPr>
              <w:rFonts w:eastAsia="Arial Unicode MS"/>
              <w:b/>
              <w:bCs/>
              <w:i w:val="0"/>
              <w:color w:val="auto"/>
              <w:sz w:val="28"/>
              <w:szCs w:val="26"/>
            </w:rPr>
            <w:t xml:space="preserve"> Ruiz” – Augusta (SR)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Istituto Tecnico Settore Tecnologico - Istituto Tecnico Settore Economico</w:t>
          </w:r>
        </w:p>
        <w:p w:rsidR="00D23629" w:rsidRPr="00843BC4" w:rsidRDefault="00D23629" w:rsidP="0027542C">
          <w:pPr>
            <w:pStyle w:val="Titolo8"/>
            <w:tabs>
              <w:tab w:val="left" w:pos="3060"/>
            </w:tabs>
            <w:spacing w:before="40" w:after="40"/>
            <w:ind w:right="0"/>
            <w:rPr>
              <w:bCs/>
              <w:i/>
              <w:sz w:val="20"/>
            </w:rPr>
          </w:pPr>
          <w:r w:rsidRPr="00843BC4">
            <w:rPr>
              <w:bCs/>
              <w:i/>
              <w:sz w:val="20"/>
            </w:rPr>
            <w:t>Liceo Scientifico delle Scienze Applicate</w:t>
          </w:r>
        </w:p>
        <w:p w:rsidR="00D23629" w:rsidRPr="00F620A9" w:rsidRDefault="00D23629" w:rsidP="0027542C">
          <w:pPr>
            <w:pStyle w:val="Titolo8"/>
            <w:tabs>
              <w:tab w:val="left" w:pos="3060"/>
            </w:tabs>
            <w:spacing w:before="40"/>
            <w:ind w:right="0"/>
          </w:pPr>
          <w:r w:rsidRPr="00843BC4">
            <w:rPr>
              <w:bCs/>
              <w:i/>
              <w:sz w:val="20"/>
            </w:rPr>
            <w:t>Liceo Scientifico delle Scienze Applicate Quadriennale</w:t>
          </w:r>
        </w:p>
      </w:tc>
    </w:tr>
    <w:tr w:rsidR="00BD0EDB" w:rsidRPr="00BD0EDB" w:rsidTr="007D1BB6">
      <w:trPr>
        <w:trHeight w:val="227"/>
        <w:jc w:val="center"/>
      </w:trPr>
      <w:tc>
        <w:tcPr>
          <w:tcW w:w="10420" w:type="dxa"/>
          <w:gridSpan w:val="4"/>
        </w:tcPr>
        <w:p w:rsidR="00BD0EDB" w:rsidRPr="00BD0EDB" w:rsidRDefault="00BD0EDB" w:rsidP="0027542C">
          <w:pPr>
            <w:pStyle w:val="Titolo6"/>
            <w:spacing w:before="0"/>
            <w:jc w:val="center"/>
            <w:rPr>
              <w:b/>
              <w:bCs/>
              <w:i w:val="0"/>
              <w:noProof/>
              <w:color w:val="auto"/>
              <w:sz w:val="2"/>
              <w:szCs w:val="26"/>
            </w:rPr>
          </w:pPr>
        </w:p>
      </w:tc>
    </w:tr>
  </w:tbl>
  <w:p w:rsidR="00D23629" w:rsidRPr="009050BC" w:rsidRDefault="00D23629" w:rsidP="00640A9A">
    <w:pPr>
      <w:pStyle w:val="Intestazione"/>
      <w:ind w:left="5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A2A52"/>
    <w:multiLevelType w:val="hybridMultilevel"/>
    <w:tmpl w:val="A17489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32C13"/>
    <w:multiLevelType w:val="hybridMultilevel"/>
    <w:tmpl w:val="CDDE51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6405C"/>
    <w:multiLevelType w:val="hybridMultilevel"/>
    <w:tmpl w:val="B5642F98"/>
    <w:lvl w:ilvl="0" w:tplc="34421448">
      <w:start w:val="2"/>
      <w:numFmt w:val="decimal"/>
      <w:lvlText w:val="%1."/>
      <w:lvlJc w:val="left"/>
      <w:pPr>
        <w:ind w:left="115" w:hanging="235"/>
      </w:pPr>
      <w:rPr>
        <w:rFonts w:ascii="Times New Roman" w:eastAsia="Times New Roman" w:hAnsi="Times New Roman" w:cs="Times New Roman" w:hint="default"/>
        <w:i/>
        <w:iCs/>
        <w:color w:val="0C0C0E"/>
        <w:w w:val="100"/>
        <w:sz w:val="20"/>
        <w:szCs w:val="20"/>
        <w:lang w:val="it-IT" w:eastAsia="en-US" w:bidi="ar-SA"/>
      </w:rPr>
    </w:lvl>
    <w:lvl w:ilvl="1" w:tplc="93A6B10C">
      <w:numFmt w:val="bullet"/>
      <w:lvlText w:val="•"/>
      <w:lvlJc w:val="left"/>
      <w:pPr>
        <w:ind w:left="1094" w:hanging="235"/>
      </w:pPr>
      <w:rPr>
        <w:lang w:val="it-IT" w:eastAsia="en-US" w:bidi="ar-SA"/>
      </w:rPr>
    </w:lvl>
    <w:lvl w:ilvl="2" w:tplc="A6AA3356">
      <w:numFmt w:val="bullet"/>
      <w:lvlText w:val="•"/>
      <w:lvlJc w:val="left"/>
      <w:pPr>
        <w:ind w:left="2069" w:hanging="235"/>
      </w:pPr>
      <w:rPr>
        <w:lang w:val="it-IT" w:eastAsia="en-US" w:bidi="ar-SA"/>
      </w:rPr>
    </w:lvl>
    <w:lvl w:ilvl="3" w:tplc="E18EA0F0">
      <w:numFmt w:val="bullet"/>
      <w:lvlText w:val="•"/>
      <w:lvlJc w:val="left"/>
      <w:pPr>
        <w:ind w:left="3043" w:hanging="235"/>
      </w:pPr>
      <w:rPr>
        <w:lang w:val="it-IT" w:eastAsia="en-US" w:bidi="ar-SA"/>
      </w:rPr>
    </w:lvl>
    <w:lvl w:ilvl="4" w:tplc="A7CA7CCE">
      <w:numFmt w:val="bullet"/>
      <w:lvlText w:val="•"/>
      <w:lvlJc w:val="left"/>
      <w:pPr>
        <w:ind w:left="4018" w:hanging="235"/>
      </w:pPr>
      <w:rPr>
        <w:lang w:val="it-IT" w:eastAsia="en-US" w:bidi="ar-SA"/>
      </w:rPr>
    </w:lvl>
    <w:lvl w:ilvl="5" w:tplc="802806FE">
      <w:numFmt w:val="bullet"/>
      <w:lvlText w:val="•"/>
      <w:lvlJc w:val="left"/>
      <w:pPr>
        <w:ind w:left="4992" w:hanging="235"/>
      </w:pPr>
      <w:rPr>
        <w:lang w:val="it-IT" w:eastAsia="en-US" w:bidi="ar-SA"/>
      </w:rPr>
    </w:lvl>
    <w:lvl w:ilvl="6" w:tplc="A0CE8528">
      <w:numFmt w:val="bullet"/>
      <w:lvlText w:val="•"/>
      <w:lvlJc w:val="left"/>
      <w:pPr>
        <w:ind w:left="5967" w:hanging="235"/>
      </w:pPr>
      <w:rPr>
        <w:lang w:val="it-IT" w:eastAsia="en-US" w:bidi="ar-SA"/>
      </w:rPr>
    </w:lvl>
    <w:lvl w:ilvl="7" w:tplc="D7F08AC0">
      <w:numFmt w:val="bullet"/>
      <w:lvlText w:val="•"/>
      <w:lvlJc w:val="left"/>
      <w:pPr>
        <w:ind w:left="6941" w:hanging="235"/>
      </w:pPr>
      <w:rPr>
        <w:lang w:val="it-IT" w:eastAsia="en-US" w:bidi="ar-SA"/>
      </w:rPr>
    </w:lvl>
    <w:lvl w:ilvl="8" w:tplc="9176F924">
      <w:numFmt w:val="bullet"/>
      <w:lvlText w:val="•"/>
      <w:lvlJc w:val="left"/>
      <w:pPr>
        <w:ind w:left="7916" w:hanging="235"/>
      </w:pPr>
      <w:rPr>
        <w:lang w:val="it-IT" w:eastAsia="en-US" w:bidi="ar-SA"/>
      </w:rPr>
    </w:lvl>
  </w:abstractNum>
  <w:abstractNum w:abstractNumId="4">
    <w:nsid w:val="1EDD36C4"/>
    <w:multiLevelType w:val="hybridMultilevel"/>
    <w:tmpl w:val="058AFF2C"/>
    <w:lvl w:ilvl="0" w:tplc="A3DA7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outline w:val="0"/>
        <w:shadow w:val="0"/>
        <w:emboss w:val="0"/>
        <w:imprint w:val="0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D4C"/>
    <w:multiLevelType w:val="hybridMultilevel"/>
    <w:tmpl w:val="8106308C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DA2EB0"/>
    <w:multiLevelType w:val="hybridMultilevel"/>
    <w:tmpl w:val="8C90EA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1C4647E"/>
    <w:multiLevelType w:val="hybridMultilevel"/>
    <w:tmpl w:val="001455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0E71F6"/>
    <w:multiLevelType w:val="hybridMultilevel"/>
    <w:tmpl w:val="B970A32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772F5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2A2050"/>
    <w:multiLevelType w:val="hybridMultilevel"/>
    <w:tmpl w:val="ABD22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22A4E"/>
    <w:multiLevelType w:val="hybridMultilevel"/>
    <w:tmpl w:val="664021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2E1769"/>
    <w:multiLevelType w:val="hybridMultilevel"/>
    <w:tmpl w:val="A4E08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172B5"/>
    <w:multiLevelType w:val="hybridMultilevel"/>
    <w:tmpl w:val="A72AA3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A1985"/>
    <w:multiLevelType w:val="hybridMultilevel"/>
    <w:tmpl w:val="4D1A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0"/>
  </w:num>
  <w:num w:numId="5">
    <w:abstractNumId w:val="12"/>
  </w:num>
  <w:num w:numId="6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7"/>
  </w:num>
  <w:num w:numId="13">
    <w:abstractNumId w:val="8"/>
  </w:num>
  <w:num w:numId="14">
    <w:abstractNumId w:val="1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edit="forms" w:enforcement="1" w:cryptProviderType="rsaFull" w:cryptAlgorithmClass="hash" w:cryptAlgorithmType="typeAny" w:cryptAlgorithmSid="4" w:cryptSpinCount="100000" w:hash="GIzJWniIU/DHxEreOKJNqDEOPWQ=" w:salt="iIClvHFyDPrRPi6Egt9/mQ=="/>
  <w:styleLockThem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47"/>
    <w:rsid w:val="00007F8C"/>
    <w:rsid w:val="00013F89"/>
    <w:rsid w:val="0001448F"/>
    <w:rsid w:val="00030E10"/>
    <w:rsid w:val="00031C28"/>
    <w:rsid w:val="00042BED"/>
    <w:rsid w:val="0004449D"/>
    <w:rsid w:val="00047D0D"/>
    <w:rsid w:val="000619CE"/>
    <w:rsid w:val="00072BCE"/>
    <w:rsid w:val="000745E9"/>
    <w:rsid w:val="00080856"/>
    <w:rsid w:val="0008320E"/>
    <w:rsid w:val="0008691A"/>
    <w:rsid w:val="00090431"/>
    <w:rsid w:val="0009788F"/>
    <w:rsid w:val="000B1634"/>
    <w:rsid w:val="000B69B3"/>
    <w:rsid w:val="000B7194"/>
    <w:rsid w:val="000C091B"/>
    <w:rsid w:val="000C18D9"/>
    <w:rsid w:val="000C1E54"/>
    <w:rsid w:val="000C22A9"/>
    <w:rsid w:val="000C291A"/>
    <w:rsid w:val="000C34EB"/>
    <w:rsid w:val="000D3AEB"/>
    <w:rsid w:val="000D7B95"/>
    <w:rsid w:val="00100C74"/>
    <w:rsid w:val="001023F8"/>
    <w:rsid w:val="0010275A"/>
    <w:rsid w:val="00106038"/>
    <w:rsid w:val="00114A76"/>
    <w:rsid w:val="00117142"/>
    <w:rsid w:val="00124C58"/>
    <w:rsid w:val="00126DDB"/>
    <w:rsid w:val="0012751D"/>
    <w:rsid w:val="00127B4A"/>
    <w:rsid w:val="001312B1"/>
    <w:rsid w:val="00133014"/>
    <w:rsid w:val="0014368A"/>
    <w:rsid w:val="001601FC"/>
    <w:rsid w:val="00166BF6"/>
    <w:rsid w:val="00167F41"/>
    <w:rsid w:val="00171D2D"/>
    <w:rsid w:val="0017776B"/>
    <w:rsid w:val="00190674"/>
    <w:rsid w:val="001A1633"/>
    <w:rsid w:val="001B0960"/>
    <w:rsid w:val="001B49B5"/>
    <w:rsid w:val="001B4D5F"/>
    <w:rsid w:val="001B6D0B"/>
    <w:rsid w:val="001C1CFB"/>
    <w:rsid w:val="001C3986"/>
    <w:rsid w:val="001C6D81"/>
    <w:rsid w:val="001D38E0"/>
    <w:rsid w:val="001D592C"/>
    <w:rsid w:val="001D63E8"/>
    <w:rsid w:val="001D6E61"/>
    <w:rsid w:val="001E311D"/>
    <w:rsid w:val="001E470C"/>
    <w:rsid w:val="001E58EB"/>
    <w:rsid w:val="001E61B5"/>
    <w:rsid w:val="001F1C45"/>
    <w:rsid w:val="001F248D"/>
    <w:rsid w:val="00202DB5"/>
    <w:rsid w:val="0021786C"/>
    <w:rsid w:val="0022300A"/>
    <w:rsid w:val="00234A85"/>
    <w:rsid w:val="0023723F"/>
    <w:rsid w:val="00245117"/>
    <w:rsid w:val="0024594D"/>
    <w:rsid w:val="0027542C"/>
    <w:rsid w:val="002861AE"/>
    <w:rsid w:val="0029142F"/>
    <w:rsid w:val="00294256"/>
    <w:rsid w:val="002A1400"/>
    <w:rsid w:val="002A1CA0"/>
    <w:rsid w:val="002A60B4"/>
    <w:rsid w:val="002A6298"/>
    <w:rsid w:val="002B0366"/>
    <w:rsid w:val="002B1225"/>
    <w:rsid w:val="002B4A40"/>
    <w:rsid w:val="002B6D16"/>
    <w:rsid w:val="002C4EBB"/>
    <w:rsid w:val="002D21DE"/>
    <w:rsid w:val="002D64AF"/>
    <w:rsid w:val="002D7925"/>
    <w:rsid w:val="002E0E24"/>
    <w:rsid w:val="002E2394"/>
    <w:rsid w:val="002F53C5"/>
    <w:rsid w:val="002F5C14"/>
    <w:rsid w:val="00301EB2"/>
    <w:rsid w:val="00315E54"/>
    <w:rsid w:val="003266DF"/>
    <w:rsid w:val="00327588"/>
    <w:rsid w:val="003459E9"/>
    <w:rsid w:val="003544C2"/>
    <w:rsid w:val="0037226E"/>
    <w:rsid w:val="0037258B"/>
    <w:rsid w:val="00373DC0"/>
    <w:rsid w:val="0037588C"/>
    <w:rsid w:val="00382D42"/>
    <w:rsid w:val="00390B9A"/>
    <w:rsid w:val="00393014"/>
    <w:rsid w:val="00394912"/>
    <w:rsid w:val="00394C7A"/>
    <w:rsid w:val="0039539D"/>
    <w:rsid w:val="00396E61"/>
    <w:rsid w:val="003A0279"/>
    <w:rsid w:val="003A2C25"/>
    <w:rsid w:val="003A305E"/>
    <w:rsid w:val="003B13D6"/>
    <w:rsid w:val="003B369E"/>
    <w:rsid w:val="003B392C"/>
    <w:rsid w:val="003C6ADD"/>
    <w:rsid w:val="003D4083"/>
    <w:rsid w:val="003E522C"/>
    <w:rsid w:val="003E6FE3"/>
    <w:rsid w:val="003E7CDD"/>
    <w:rsid w:val="003F40C3"/>
    <w:rsid w:val="003F5122"/>
    <w:rsid w:val="00402503"/>
    <w:rsid w:val="00406BE5"/>
    <w:rsid w:val="004106BD"/>
    <w:rsid w:val="00412401"/>
    <w:rsid w:val="004205EA"/>
    <w:rsid w:val="00450D0F"/>
    <w:rsid w:val="00457C44"/>
    <w:rsid w:val="0046027D"/>
    <w:rsid w:val="00461B2A"/>
    <w:rsid w:val="00463E14"/>
    <w:rsid w:val="00466BEB"/>
    <w:rsid w:val="00467F74"/>
    <w:rsid w:val="00472A66"/>
    <w:rsid w:val="004800BF"/>
    <w:rsid w:val="004940E0"/>
    <w:rsid w:val="004A0F94"/>
    <w:rsid w:val="004A2D9A"/>
    <w:rsid w:val="004A5500"/>
    <w:rsid w:val="004B109A"/>
    <w:rsid w:val="004B2FDE"/>
    <w:rsid w:val="004B393E"/>
    <w:rsid w:val="004B5D00"/>
    <w:rsid w:val="004B65B5"/>
    <w:rsid w:val="004C28ED"/>
    <w:rsid w:val="004C4EF7"/>
    <w:rsid w:val="004C61CF"/>
    <w:rsid w:val="004D4A99"/>
    <w:rsid w:val="004D6C3F"/>
    <w:rsid w:val="004E2488"/>
    <w:rsid w:val="004E5D3C"/>
    <w:rsid w:val="004F11F3"/>
    <w:rsid w:val="004F12F8"/>
    <w:rsid w:val="005027C1"/>
    <w:rsid w:val="005063F6"/>
    <w:rsid w:val="00511CA8"/>
    <w:rsid w:val="00513876"/>
    <w:rsid w:val="00515AC5"/>
    <w:rsid w:val="00515C85"/>
    <w:rsid w:val="005166A5"/>
    <w:rsid w:val="005217F8"/>
    <w:rsid w:val="0052184D"/>
    <w:rsid w:val="005262AD"/>
    <w:rsid w:val="00526F2B"/>
    <w:rsid w:val="00532D43"/>
    <w:rsid w:val="00533AF7"/>
    <w:rsid w:val="005415FC"/>
    <w:rsid w:val="00543C12"/>
    <w:rsid w:val="005461C8"/>
    <w:rsid w:val="00552285"/>
    <w:rsid w:val="0055353D"/>
    <w:rsid w:val="005542C2"/>
    <w:rsid w:val="00561B39"/>
    <w:rsid w:val="00563872"/>
    <w:rsid w:val="0057260F"/>
    <w:rsid w:val="00573F0E"/>
    <w:rsid w:val="0058182D"/>
    <w:rsid w:val="00581D3E"/>
    <w:rsid w:val="005843CC"/>
    <w:rsid w:val="00584F94"/>
    <w:rsid w:val="00585C14"/>
    <w:rsid w:val="0059018F"/>
    <w:rsid w:val="00595650"/>
    <w:rsid w:val="00595C8D"/>
    <w:rsid w:val="00596C95"/>
    <w:rsid w:val="005A4111"/>
    <w:rsid w:val="005B171D"/>
    <w:rsid w:val="005C27C7"/>
    <w:rsid w:val="005D6D87"/>
    <w:rsid w:val="005E5985"/>
    <w:rsid w:val="0060079C"/>
    <w:rsid w:val="00612417"/>
    <w:rsid w:val="00613D5D"/>
    <w:rsid w:val="0061600E"/>
    <w:rsid w:val="00622716"/>
    <w:rsid w:val="006230B6"/>
    <w:rsid w:val="00633667"/>
    <w:rsid w:val="006340F6"/>
    <w:rsid w:val="00634972"/>
    <w:rsid w:val="00640A9A"/>
    <w:rsid w:val="00645BFC"/>
    <w:rsid w:val="00646D55"/>
    <w:rsid w:val="0065597C"/>
    <w:rsid w:val="006613BE"/>
    <w:rsid w:val="00664180"/>
    <w:rsid w:val="006650B9"/>
    <w:rsid w:val="0066698B"/>
    <w:rsid w:val="00676806"/>
    <w:rsid w:val="00676D38"/>
    <w:rsid w:val="0068406A"/>
    <w:rsid w:val="00684CBD"/>
    <w:rsid w:val="00684DD1"/>
    <w:rsid w:val="00687C93"/>
    <w:rsid w:val="006956E7"/>
    <w:rsid w:val="00696430"/>
    <w:rsid w:val="00696636"/>
    <w:rsid w:val="006978BD"/>
    <w:rsid w:val="00697C65"/>
    <w:rsid w:val="006B38BC"/>
    <w:rsid w:val="006C0BBF"/>
    <w:rsid w:val="006C24D2"/>
    <w:rsid w:val="006C25EF"/>
    <w:rsid w:val="006C5D02"/>
    <w:rsid w:val="006D1421"/>
    <w:rsid w:val="006D3790"/>
    <w:rsid w:val="006D4A60"/>
    <w:rsid w:val="006E1266"/>
    <w:rsid w:val="006E2384"/>
    <w:rsid w:val="007049A4"/>
    <w:rsid w:val="00706413"/>
    <w:rsid w:val="007067A9"/>
    <w:rsid w:val="00711365"/>
    <w:rsid w:val="00711431"/>
    <w:rsid w:val="007149C8"/>
    <w:rsid w:val="00715F8D"/>
    <w:rsid w:val="00733CCB"/>
    <w:rsid w:val="00740863"/>
    <w:rsid w:val="00740D2D"/>
    <w:rsid w:val="0074618B"/>
    <w:rsid w:val="00757315"/>
    <w:rsid w:val="00762717"/>
    <w:rsid w:val="007637A2"/>
    <w:rsid w:val="00764B17"/>
    <w:rsid w:val="00774AB3"/>
    <w:rsid w:val="00775F3E"/>
    <w:rsid w:val="007830F3"/>
    <w:rsid w:val="0079773A"/>
    <w:rsid w:val="007A18F1"/>
    <w:rsid w:val="007A6794"/>
    <w:rsid w:val="007B5E6B"/>
    <w:rsid w:val="007B6104"/>
    <w:rsid w:val="007C0530"/>
    <w:rsid w:val="007C1508"/>
    <w:rsid w:val="007C6ECE"/>
    <w:rsid w:val="007D1BB6"/>
    <w:rsid w:val="007D232C"/>
    <w:rsid w:val="007D511B"/>
    <w:rsid w:val="007D62F5"/>
    <w:rsid w:val="007E1074"/>
    <w:rsid w:val="007E466C"/>
    <w:rsid w:val="007E7004"/>
    <w:rsid w:val="007F26CF"/>
    <w:rsid w:val="00802995"/>
    <w:rsid w:val="008051CE"/>
    <w:rsid w:val="00806139"/>
    <w:rsid w:val="008116ED"/>
    <w:rsid w:val="008119DA"/>
    <w:rsid w:val="00811EAE"/>
    <w:rsid w:val="00813AE7"/>
    <w:rsid w:val="00817ACA"/>
    <w:rsid w:val="0082534D"/>
    <w:rsid w:val="00830276"/>
    <w:rsid w:val="00832371"/>
    <w:rsid w:val="00833362"/>
    <w:rsid w:val="00834DAF"/>
    <w:rsid w:val="008351BE"/>
    <w:rsid w:val="00843BC4"/>
    <w:rsid w:val="00843E0B"/>
    <w:rsid w:val="00843F25"/>
    <w:rsid w:val="00853688"/>
    <w:rsid w:val="00862303"/>
    <w:rsid w:val="00871BAC"/>
    <w:rsid w:val="008779F9"/>
    <w:rsid w:val="00877D3B"/>
    <w:rsid w:val="00880EDA"/>
    <w:rsid w:val="00884797"/>
    <w:rsid w:val="0089351F"/>
    <w:rsid w:val="008978AF"/>
    <w:rsid w:val="008A2A71"/>
    <w:rsid w:val="008A4373"/>
    <w:rsid w:val="008A4512"/>
    <w:rsid w:val="008C0406"/>
    <w:rsid w:val="008C14BC"/>
    <w:rsid w:val="008C307E"/>
    <w:rsid w:val="008C3CE5"/>
    <w:rsid w:val="008C4A6B"/>
    <w:rsid w:val="008D155B"/>
    <w:rsid w:val="008E1BE5"/>
    <w:rsid w:val="008F7D78"/>
    <w:rsid w:val="00902315"/>
    <w:rsid w:val="009048BD"/>
    <w:rsid w:val="009050BC"/>
    <w:rsid w:val="009142C7"/>
    <w:rsid w:val="009236A8"/>
    <w:rsid w:val="00923ADE"/>
    <w:rsid w:val="00931034"/>
    <w:rsid w:val="009318E8"/>
    <w:rsid w:val="009328C3"/>
    <w:rsid w:val="00933C79"/>
    <w:rsid w:val="00950830"/>
    <w:rsid w:val="009531C4"/>
    <w:rsid w:val="0095705A"/>
    <w:rsid w:val="00961444"/>
    <w:rsid w:val="009664C2"/>
    <w:rsid w:val="009720CC"/>
    <w:rsid w:val="00990CB1"/>
    <w:rsid w:val="00992544"/>
    <w:rsid w:val="009A0447"/>
    <w:rsid w:val="009A1698"/>
    <w:rsid w:val="009A23BB"/>
    <w:rsid w:val="009A32C8"/>
    <w:rsid w:val="009A54C6"/>
    <w:rsid w:val="009B2D7D"/>
    <w:rsid w:val="009B55F9"/>
    <w:rsid w:val="009D4350"/>
    <w:rsid w:val="009D454A"/>
    <w:rsid w:val="009D4C92"/>
    <w:rsid w:val="009E0176"/>
    <w:rsid w:val="009F15B1"/>
    <w:rsid w:val="009F1B0D"/>
    <w:rsid w:val="009F4605"/>
    <w:rsid w:val="009F55C3"/>
    <w:rsid w:val="00A024D1"/>
    <w:rsid w:val="00A058E5"/>
    <w:rsid w:val="00A11910"/>
    <w:rsid w:val="00A13CAB"/>
    <w:rsid w:val="00A1779A"/>
    <w:rsid w:val="00A20E38"/>
    <w:rsid w:val="00A212A4"/>
    <w:rsid w:val="00A36ABA"/>
    <w:rsid w:val="00A407EF"/>
    <w:rsid w:val="00A40D49"/>
    <w:rsid w:val="00A40F18"/>
    <w:rsid w:val="00A51BF5"/>
    <w:rsid w:val="00A533D4"/>
    <w:rsid w:val="00A55E48"/>
    <w:rsid w:val="00A61C2C"/>
    <w:rsid w:val="00A65C73"/>
    <w:rsid w:val="00A765D0"/>
    <w:rsid w:val="00A77762"/>
    <w:rsid w:val="00A8448B"/>
    <w:rsid w:val="00A9300E"/>
    <w:rsid w:val="00A961D6"/>
    <w:rsid w:val="00AA07F2"/>
    <w:rsid w:val="00AA0F36"/>
    <w:rsid w:val="00AA4AAB"/>
    <w:rsid w:val="00AB3E86"/>
    <w:rsid w:val="00AB4D96"/>
    <w:rsid w:val="00AC09CB"/>
    <w:rsid w:val="00AC2778"/>
    <w:rsid w:val="00AE3222"/>
    <w:rsid w:val="00AF029A"/>
    <w:rsid w:val="00AF24B4"/>
    <w:rsid w:val="00B07974"/>
    <w:rsid w:val="00B108B4"/>
    <w:rsid w:val="00B14452"/>
    <w:rsid w:val="00B23FFF"/>
    <w:rsid w:val="00B36A35"/>
    <w:rsid w:val="00B41016"/>
    <w:rsid w:val="00B42C33"/>
    <w:rsid w:val="00B43A79"/>
    <w:rsid w:val="00B43F28"/>
    <w:rsid w:val="00B50432"/>
    <w:rsid w:val="00B50704"/>
    <w:rsid w:val="00B51860"/>
    <w:rsid w:val="00B5241F"/>
    <w:rsid w:val="00B5346C"/>
    <w:rsid w:val="00B62B43"/>
    <w:rsid w:val="00B71528"/>
    <w:rsid w:val="00B71637"/>
    <w:rsid w:val="00B7226A"/>
    <w:rsid w:val="00B72897"/>
    <w:rsid w:val="00B742E2"/>
    <w:rsid w:val="00B836A5"/>
    <w:rsid w:val="00B92357"/>
    <w:rsid w:val="00BA20CC"/>
    <w:rsid w:val="00BA2171"/>
    <w:rsid w:val="00BA3D92"/>
    <w:rsid w:val="00BA508C"/>
    <w:rsid w:val="00BC3358"/>
    <w:rsid w:val="00BC4E12"/>
    <w:rsid w:val="00BD0310"/>
    <w:rsid w:val="00BD0EDB"/>
    <w:rsid w:val="00BD23C2"/>
    <w:rsid w:val="00BD2E14"/>
    <w:rsid w:val="00BD3330"/>
    <w:rsid w:val="00BD4C17"/>
    <w:rsid w:val="00BD6B4C"/>
    <w:rsid w:val="00BE20AB"/>
    <w:rsid w:val="00BF0EF8"/>
    <w:rsid w:val="00BF10F3"/>
    <w:rsid w:val="00BF17AE"/>
    <w:rsid w:val="00BF1E74"/>
    <w:rsid w:val="00BF1F20"/>
    <w:rsid w:val="00BF4F47"/>
    <w:rsid w:val="00C00F0D"/>
    <w:rsid w:val="00C03688"/>
    <w:rsid w:val="00C21EB0"/>
    <w:rsid w:val="00C22F2D"/>
    <w:rsid w:val="00C263F3"/>
    <w:rsid w:val="00C30325"/>
    <w:rsid w:val="00C34884"/>
    <w:rsid w:val="00C403EB"/>
    <w:rsid w:val="00C44784"/>
    <w:rsid w:val="00C5369E"/>
    <w:rsid w:val="00C53D64"/>
    <w:rsid w:val="00C54789"/>
    <w:rsid w:val="00C556E4"/>
    <w:rsid w:val="00C5584F"/>
    <w:rsid w:val="00C62BCB"/>
    <w:rsid w:val="00C65906"/>
    <w:rsid w:val="00C67393"/>
    <w:rsid w:val="00C77C6C"/>
    <w:rsid w:val="00C80B24"/>
    <w:rsid w:val="00C83ED4"/>
    <w:rsid w:val="00C9362B"/>
    <w:rsid w:val="00C9366F"/>
    <w:rsid w:val="00C94B35"/>
    <w:rsid w:val="00CA5B58"/>
    <w:rsid w:val="00CA5E72"/>
    <w:rsid w:val="00CC38C8"/>
    <w:rsid w:val="00CF4B0A"/>
    <w:rsid w:val="00CF5151"/>
    <w:rsid w:val="00CF5DE1"/>
    <w:rsid w:val="00CF732B"/>
    <w:rsid w:val="00D054A9"/>
    <w:rsid w:val="00D05AEC"/>
    <w:rsid w:val="00D06A85"/>
    <w:rsid w:val="00D07655"/>
    <w:rsid w:val="00D14B25"/>
    <w:rsid w:val="00D215F9"/>
    <w:rsid w:val="00D23629"/>
    <w:rsid w:val="00D37C8A"/>
    <w:rsid w:val="00D41E56"/>
    <w:rsid w:val="00D432E6"/>
    <w:rsid w:val="00D448AC"/>
    <w:rsid w:val="00D51B90"/>
    <w:rsid w:val="00D5215D"/>
    <w:rsid w:val="00D60E1B"/>
    <w:rsid w:val="00D71C6A"/>
    <w:rsid w:val="00D812BB"/>
    <w:rsid w:val="00D84621"/>
    <w:rsid w:val="00D866A6"/>
    <w:rsid w:val="00D91E29"/>
    <w:rsid w:val="00DA6D5F"/>
    <w:rsid w:val="00DB01C4"/>
    <w:rsid w:val="00DB05BA"/>
    <w:rsid w:val="00DC18DA"/>
    <w:rsid w:val="00DC66E9"/>
    <w:rsid w:val="00DC7D3C"/>
    <w:rsid w:val="00DD6F29"/>
    <w:rsid w:val="00DE0663"/>
    <w:rsid w:val="00DE60ED"/>
    <w:rsid w:val="00DE7EF3"/>
    <w:rsid w:val="00DF201E"/>
    <w:rsid w:val="00DF6099"/>
    <w:rsid w:val="00E02653"/>
    <w:rsid w:val="00E22A10"/>
    <w:rsid w:val="00E30BD1"/>
    <w:rsid w:val="00E341F9"/>
    <w:rsid w:val="00E36AD0"/>
    <w:rsid w:val="00E406A0"/>
    <w:rsid w:val="00E46FC0"/>
    <w:rsid w:val="00E54F18"/>
    <w:rsid w:val="00E657CA"/>
    <w:rsid w:val="00E65A28"/>
    <w:rsid w:val="00E7433F"/>
    <w:rsid w:val="00E74B5E"/>
    <w:rsid w:val="00E77432"/>
    <w:rsid w:val="00E81E15"/>
    <w:rsid w:val="00E82D74"/>
    <w:rsid w:val="00E83584"/>
    <w:rsid w:val="00E83BC2"/>
    <w:rsid w:val="00E83C1C"/>
    <w:rsid w:val="00E84973"/>
    <w:rsid w:val="00E8705F"/>
    <w:rsid w:val="00E90A3D"/>
    <w:rsid w:val="00E95868"/>
    <w:rsid w:val="00E97CA2"/>
    <w:rsid w:val="00EB22C9"/>
    <w:rsid w:val="00EB3FD2"/>
    <w:rsid w:val="00EB57AC"/>
    <w:rsid w:val="00EC774F"/>
    <w:rsid w:val="00ED0015"/>
    <w:rsid w:val="00ED0EEE"/>
    <w:rsid w:val="00ED4155"/>
    <w:rsid w:val="00ED7ECE"/>
    <w:rsid w:val="00F0463B"/>
    <w:rsid w:val="00F0576B"/>
    <w:rsid w:val="00F17DEF"/>
    <w:rsid w:val="00F2318C"/>
    <w:rsid w:val="00F25482"/>
    <w:rsid w:val="00F30540"/>
    <w:rsid w:val="00F3100D"/>
    <w:rsid w:val="00F41B18"/>
    <w:rsid w:val="00F451B6"/>
    <w:rsid w:val="00F45D21"/>
    <w:rsid w:val="00F543E2"/>
    <w:rsid w:val="00F620A9"/>
    <w:rsid w:val="00F658A4"/>
    <w:rsid w:val="00F668BE"/>
    <w:rsid w:val="00F66DAA"/>
    <w:rsid w:val="00F71A41"/>
    <w:rsid w:val="00F74B57"/>
    <w:rsid w:val="00F7637E"/>
    <w:rsid w:val="00F76597"/>
    <w:rsid w:val="00F859B3"/>
    <w:rsid w:val="00F8728E"/>
    <w:rsid w:val="00F95A46"/>
    <w:rsid w:val="00F97886"/>
    <w:rsid w:val="00FA0460"/>
    <w:rsid w:val="00FA58CB"/>
    <w:rsid w:val="00FA6F8A"/>
    <w:rsid w:val="00FA7936"/>
    <w:rsid w:val="00FB09DC"/>
    <w:rsid w:val="00FB20E7"/>
    <w:rsid w:val="00FB4FEC"/>
    <w:rsid w:val="00FC1729"/>
    <w:rsid w:val="00FD1729"/>
    <w:rsid w:val="00FD4F59"/>
    <w:rsid w:val="00FE03A0"/>
    <w:rsid w:val="00FE0E21"/>
    <w:rsid w:val="00FE0ECA"/>
    <w:rsid w:val="00FE406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F4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3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07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C61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qFormat/>
    <w:rsid w:val="004C61CF"/>
    <w:pPr>
      <w:keepNext/>
      <w:ind w:right="11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A0F94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4A0F9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F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F94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C61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61CF"/>
    <w:rPr>
      <w:rFonts w:ascii="Times New Roman" w:eastAsia="Times New Roman" w:hAnsi="Times New Roman" w:cs="Times New Roman"/>
      <w:b/>
      <w:szCs w:val="20"/>
      <w:lang w:eastAsia="it-IT"/>
    </w:rPr>
  </w:style>
  <w:style w:type="table" w:styleId="Grigliatabella">
    <w:name w:val="Table Grid"/>
    <w:basedOn w:val="Tabellanormale"/>
    <w:uiPriority w:val="39"/>
    <w:unhideWhenUsed/>
    <w:rsid w:val="003E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1D6E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D3E"/>
  </w:style>
  <w:style w:type="paragraph" w:styleId="Pidipagina">
    <w:name w:val="footer"/>
    <w:basedOn w:val="Normale"/>
    <w:link w:val="PidipaginaCarattere"/>
    <w:uiPriority w:val="99"/>
    <w:unhideWhenUsed/>
    <w:rsid w:val="00581D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D3E"/>
  </w:style>
  <w:style w:type="character" w:styleId="Collegamentoipertestuale">
    <w:name w:val="Hyperlink"/>
    <w:basedOn w:val="Carpredefinitoparagrafo"/>
    <w:uiPriority w:val="99"/>
    <w:unhideWhenUsed/>
    <w:rsid w:val="006978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78B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A07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07F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F4F47"/>
    <w:pPr>
      <w:ind w:left="115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F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Carpredefinitoparagrafo"/>
    <w:rsid w:val="009B2D7D"/>
  </w:style>
  <w:style w:type="paragraph" w:styleId="NormaleWeb">
    <w:name w:val="Normal (Web)"/>
    <w:basedOn w:val="Normale"/>
    <w:uiPriority w:val="99"/>
    <w:unhideWhenUsed/>
    <w:rsid w:val="00E835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4DAF"/>
    <w:rPr>
      <w:i/>
      <w:iCs/>
    </w:rPr>
  </w:style>
  <w:style w:type="paragraph" w:customStyle="1" w:styleId="xmsonormal">
    <w:name w:val="x_msonormal"/>
    <w:basedOn w:val="Normale"/>
    <w:rsid w:val="00834D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561B39"/>
    <w:pPr>
      <w:widowControl/>
      <w:autoSpaceDE/>
      <w:autoSpaceDN/>
      <w:jc w:val="center"/>
    </w:pPr>
    <w:rPr>
      <w:sz w:val="32"/>
      <w:szCs w:val="20"/>
      <w:u w:val="single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61B39"/>
    <w:rPr>
      <w:rFonts w:ascii="Times New Roman" w:eastAsia="Times New Roman" w:hAnsi="Times New Roman" w:cs="Times New Roman"/>
      <w:sz w:val="32"/>
      <w:szCs w:val="20"/>
      <w:u w:val="single"/>
      <w:lang w:val="x-none" w:eastAsia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3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73F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73F0E"/>
    <w:rPr>
      <w:rFonts w:ascii="Times New Roman" w:eastAsia="Times New Roman" w:hAnsi="Times New Roman" w:cs="Times New Roman"/>
    </w:rPr>
  </w:style>
  <w:style w:type="paragraph" w:customStyle="1" w:styleId="Contenutotabella">
    <w:name w:val="Contenuto tabella"/>
    <w:basedOn w:val="Normale"/>
    <w:qFormat/>
    <w:rsid w:val="00573F0E"/>
    <w:pPr>
      <w:widowControl/>
      <w:suppressLineNumbers/>
      <w:suppressAutoHyphens/>
      <w:autoSpaceDE/>
      <w:autoSpaceDN/>
    </w:pPr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7830F3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RIS009004@pec.istruzione.it" TargetMode="External"/><Relationship Id="rId1" Type="http://schemas.openxmlformats.org/officeDocument/2006/relationships/hyperlink" Target="mailto:sris009004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struzione.it\10%20-%20ATA%20-%20Ruolo%20-%20Seconda%20sede%20titolarit&#224;%20-%20Augusta%20-%20Set.%202020\A.%20Ruiz%20-%20Augusta\Altro\29%20-%20Carta%20intestata\07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49FC1-DE4A-41C1-9B15-77296355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07 - Carta intestata.dotx</Template>
  <TotalTime>3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Loredana</cp:lastModifiedBy>
  <cp:revision>4</cp:revision>
  <cp:lastPrinted>2022-12-19T12:06:00Z</cp:lastPrinted>
  <dcterms:created xsi:type="dcterms:W3CDTF">2024-10-15T12:02:00Z</dcterms:created>
  <dcterms:modified xsi:type="dcterms:W3CDTF">2024-10-15T12:05:00Z</dcterms:modified>
</cp:coreProperties>
</file>